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4F5443" w:rsidP="004F5443">
            <w:pPr>
              <w:pStyle w:val="Pealkiri4"/>
              <w:framePr w:w="9526" w:h="1474" w:wrap="notBeside" w:y="3063"/>
            </w:pPr>
            <w:r>
              <w:t>SAGADI METSAKESKUSE JUHATAJA</w:t>
            </w:r>
          </w:p>
          <w:p w:rsidR="00F158E9" w:rsidRDefault="00F158E9" w:rsidP="004F5443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 w:rsidP="004F5443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F158E9" w:rsidP="004F5443"/>
        </w:tc>
        <w:tc>
          <w:tcPr>
            <w:tcW w:w="4309" w:type="dxa"/>
            <w:tcBorders>
              <w:bottom w:val="nil"/>
            </w:tcBorders>
          </w:tcPr>
          <w:p w:rsidR="00F158E9" w:rsidRDefault="00F158E9" w:rsidP="004F5443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C868A0" w:rsidP="009E7BFF">
            <w:r>
              <w:t xml:space="preserve">/digitaalallkirja kuupäev/ </w:t>
            </w:r>
            <w:r w:rsidR="00F158E9">
              <w:t xml:space="preserve"> nr </w:t>
            </w:r>
            <w:r w:rsidR="00330D03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330D03">
              <w:instrText xml:space="preserve"> FORMTEXT </w:instrText>
            </w:r>
            <w:r w:rsidR="00330D03">
              <w:fldChar w:fldCharType="separate"/>
            </w:r>
            <w:r w:rsidR="008A25B1">
              <w:rPr>
                <w:noProof/>
              </w:rPr>
              <w:t>2-2/</w:t>
            </w:r>
            <w:r w:rsidR="00330D03">
              <w:fldChar w:fldCharType="end"/>
            </w:r>
            <w:r w:rsidR="00C035FB" w:rsidRPr="00C035FB">
              <w:t>108</w:t>
            </w:r>
          </w:p>
        </w:tc>
      </w:tr>
    </w:tbl>
    <w:p w:rsidR="00F158E9" w:rsidRDefault="00F158E9" w:rsidP="004F5443">
      <w:pPr>
        <w:framePr w:w="9526" w:h="1474" w:wrap="notBeside" w:vAnchor="page" w:hAnchor="page" w:x="1702" w:y="3063"/>
        <w:rPr>
          <w:sz w:val="12"/>
        </w:rPr>
      </w:pPr>
    </w:p>
    <w:p w:rsidR="00F158E9" w:rsidRDefault="00866A1B" w:rsidP="004F5443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 w:rsidP="004F5443">
      <w:pPr>
        <w:pStyle w:val="Jalus"/>
      </w:pPr>
    </w:p>
    <w:bookmarkStart w:id="0" w:name="Text7"/>
    <w:p w:rsidR="00F158E9" w:rsidRDefault="00D638ED" w:rsidP="004F5443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A25B1">
        <w:rPr>
          <w:noProof/>
        </w:rPr>
        <w:t>Isikliku sõiduauto töösõitudeks</w:t>
      </w:r>
    </w:p>
    <w:p w:rsidR="00F158E9" w:rsidRDefault="008A25B1" w:rsidP="004F5443">
      <w:pPr>
        <w:pStyle w:val="Pealkiri1"/>
      </w:pPr>
      <w:r>
        <w:t>kasutamise kulude hüvitamine</w:t>
      </w:r>
      <w:r w:rsidR="00D638ED">
        <w:fldChar w:fldCharType="end"/>
      </w:r>
      <w:bookmarkEnd w:id="0"/>
    </w:p>
    <w:p w:rsidR="00F158E9" w:rsidRDefault="00F158E9" w:rsidP="004F5443"/>
    <w:p w:rsidR="00F158E9" w:rsidRDefault="00F158E9" w:rsidP="004F5443">
      <w:pPr>
        <w:rPr>
          <w:sz w:val="26"/>
        </w:rPr>
      </w:pPr>
    </w:p>
    <w:p w:rsidR="00F158E9" w:rsidRDefault="00F158E9" w:rsidP="004F5443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C035FB" w:rsidRDefault="00C035FB" w:rsidP="00C035FB">
      <w:pPr>
        <w:jc w:val="both"/>
      </w:pPr>
      <w:r>
        <w:t xml:space="preserve">RMK juhatuse 31.05.2022 otsuse nr 1-32/42 </w:t>
      </w:r>
      <w:r w:rsidRPr="00012C7C">
        <w:t xml:space="preserve">"RMK töösõitude üle arvestuse pidamise ja kulude hüvitamise juhendi" </w:t>
      </w:r>
      <w:r>
        <w:t xml:space="preserve">punktist 5.7 tulenevalt </w:t>
      </w:r>
    </w:p>
    <w:p w:rsidR="004745D7" w:rsidRPr="00A16D08" w:rsidRDefault="00A16D08" w:rsidP="00A16D08">
      <w:pPr>
        <w:pStyle w:val="Normaallaadveeb"/>
        <w:numPr>
          <w:ilvl w:val="0"/>
          <w:numId w:val="6"/>
        </w:numPr>
        <w:jc w:val="both"/>
        <w:rPr>
          <w:rFonts w:eastAsia="Calibri"/>
          <w:lang w:val="et-EE"/>
        </w:rPr>
      </w:pPr>
      <w:r>
        <w:rPr>
          <w:lang w:val="et-EE"/>
        </w:rPr>
        <w:t>M</w:t>
      </w:r>
      <w:r w:rsidRPr="004C2769">
        <w:rPr>
          <w:lang w:val="et-EE"/>
        </w:rPr>
        <w:t xml:space="preserve"> ä </w:t>
      </w:r>
      <w:proofErr w:type="spellStart"/>
      <w:r w:rsidRPr="004C2769">
        <w:rPr>
          <w:lang w:val="et-EE"/>
        </w:rPr>
        <w:t>ä</w:t>
      </w:r>
      <w:proofErr w:type="spellEnd"/>
      <w:r w:rsidRPr="004C2769">
        <w:rPr>
          <w:lang w:val="et-EE"/>
        </w:rPr>
        <w:t xml:space="preserve"> r a n </w:t>
      </w:r>
      <w:r w:rsidRPr="00C87072">
        <w:rPr>
          <w:lang w:val="et-EE"/>
        </w:rPr>
        <w:t xml:space="preserve"> </w:t>
      </w:r>
      <w:r w:rsidRPr="004C2769">
        <w:rPr>
          <w:lang w:val="et-EE"/>
        </w:rPr>
        <w:t xml:space="preserve">ajavahemikul </w:t>
      </w:r>
      <w:sdt>
        <w:sdtPr>
          <w:rPr>
            <w:rFonts w:eastAsia="Calibri"/>
            <w:lang w:val="et-EE"/>
          </w:rPr>
          <w:id w:val="448594684"/>
          <w:placeholder>
            <w:docPart w:val="4FA9A56F467243AE90F0AA5A1DCD26C5"/>
          </w:placeholder>
          <w:date w:fullDate="2022-06-01T00:00:00Z">
            <w:dateFormat w:val="d.MM.yyyy"/>
            <w:lid w:val="et-EE"/>
            <w:storeMappedDataAs w:val="dateTime"/>
            <w:calendar w:val="gregorian"/>
          </w:date>
        </w:sdtPr>
        <w:sdtContent>
          <w:r>
            <w:rPr>
              <w:rFonts w:eastAsia="Calibri"/>
              <w:lang w:val="et-EE"/>
            </w:rPr>
            <w:t>1.06.2022</w:t>
          </w:r>
        </w:sdtContent>
      </w:sdt>
      <w:r w:rsidRPr="004C2769">
        <w:rPr>
          <w:rFonts w:eastAsia="Calibri"/>
          <w:lang w:val="et-EE"/>
        </w:rPr>
        <w:t xml:space="preserve"> </w:t>
      </w:r>
      <w:r w:rsidRPr="004C2769">
        <w:rPr>
          <w:lang w:val="et-EE"/>
        </w:rPr>
        <w:t xml:space="preserve">kuni </w:t>
      </w:r>
      <w:sdt>
        <w:sdtPr>
          <w:rPr>
            <w:rFonts w:eastAsia="Calibri"/>
            <w:lang w:val="et-EE"/>
          </w:rPr>
          <w:id w:val="-84231654"/>
          <w:placeholder>
            <w:docPart w:val="F28CCA230EE94D859FF1F32AFE755E8E"/>
          </w:placeholder>
          <w:date w:fullDate="2022-12-31T00:00:00Z">
            <w:dateFormat w:val="d.MM.yyyy"/>
            <w:lid w:val="et-EE"/>
            <w:storeMappedDataAs w:val="dateTime"/>
            <w:calendar w:val="gregorian"/>
          </w:date>
        </w:sdtPr>
        <w:sdtContent>
          <w:r>
            <w:rPr>
              <w:rFonts w:eastAsia="Calibri"/>
              <w:lang w:val="et-EE"/>
            </w:rPr>
            <w:t>31.12.2022</w:t>
          </w:r>
        </w:sdtContent>
      </w:sdt>
      <w:r>
        <w:rPr>
          <w:rFonts w:eastAsia="Calibri"/>
          <w:lang w:val="et-EE"/>
        </w:rPr>
        <w:t xml:space="preserve"> </w:t>
      </w:r>
      <w:r w:rsidRPr="004C2769">
        <w:rPr>
          <w:lang w:val="et-EE"/>
        </w:rPr>
        <w:t>isiklike sõiduautode töösõitudeks kasutamise ku</w:t>
      </w:r>
      <w:r>
        <w:rPr>
          <w:lang w:val="et-EE"/>
        </w:rPr>
        <w:t xml:space="preserve">lude hüvitise </w:t>
      </w:r>
      <w:r w:rsidRPr="004C2769">
        <w:rPr>
          <w:lang w:val="et-EE"/>
        </w:rPr>
        <w:t xml:space="preserve">ning elukoha ja RMK kontori vahelise sõidu hüvitise, kui töötajal puudub võimalus mõistliku aja- või </w:t>
      </w:r>
      <w:r>
        <w:rPr>
          <w:lang w:val="et-EE"/>
        </w:rPr>
        <w:t>rahakuluga seda teekonda läbida,</w:t>
      </w:r>
      <w:r w:rsidRPr="004C2769">
        <w:rPr>
          <w:lang w:val="et-EE"/>
        </w:rPr>
        <w:t xml:space="preserve"> </w:t>
      </w:r>
      <w:r>
        <w:rPr>
          <w:lang w:val="et-EE"/>
        </w:rPr>
        <w:t>Sagadi metsakeskuse</w:t>
      </w:r>
      <w:r w:rsidRPr="00C87072">
        <w:rPr>
          <w:lang w:val="et-EE"/>
        </w:rPr>
        <w:t xml:space="preserve"> </w:t>
      </w:r>
      <w:r>
        <w:rPr>
          <w:lang w:val="et-EE"/>
        </w:rPr>
        <w:t xml:space="preserve">järgmistele </w:t>
      </w:r>
      <w:r w:rsidRPr="004C2769">
        <w:rPr>
          <w:lang w:val="et-EE"/>
        </w:rPr>
        <w:t>töötajatele</w:t>
      </w:r>
      <w:r>
        <w:rPr>
          <w:lang w:val="et-EE"/>
        </w:rPr>
        <w:t>:</w:t>
      </w:r>
    </w:p>
    <w:p w:rsidR="004745D7" w:rsidRPr="005C5E75" w:rsidRDefault="004F5443" w:rsidP="00C035FB">
      <w:pPr>
        <w:pStyle w:val="Loendilik"/>
        <w:numPr>
          <w:ilvl w:val="1"/>
          <w:numId w:val="8"/>
        </w:numPr>
      </w:pPr>
      <w:r>
        <w:t xml:space="preserve">Ain Kütt </w:t>
      </w:r>
      <w:r w:rsidR="00374546">
        <w:t>–</w:t>
      </w:r>
      <w:r w:rsidR="005C5E75" w:rsidRPr="00CB745C">
        <w:t xml:space="preserve"> </w:t>
      </w:r>
      <w:sdt>
        <w:sdtPr>
          <w:tag w:val="Riigimetsa Majandamise Keskuse "/>
          <w:id w:val="-1258591835"/>
          <w:placeholder>
            <w:docPart w:val="293579E4F84C4BACBBB12FB2A48F0153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256963">
            <w:t>elukoha ja RMK kontori vaheline sõit hüvitatakse</w:t>
          </w:r>
        </w:sdtContent>
      </w:sdt>
      <w:r w:rsidR="005C5E75" w:rsidRPr="00CB745C">
        <w:t xml:space="preserve">;  </w:t>
      </w:r>
    </w:p>
    <w:p w:rsidR="005C5E75" w:rsidRDefault="00C64A96" w:rsidP="00C035FB">
      <w:pPr>
        <w:pStyle w:val="Loendilik"/>
        <w:numPr>
          <w:ilvl w:val="1"/>
          <w:numId w:val="8"/>
        </w:numPr>
        <w:tabs>
          <w:tab w:val="left" w:pos="426"/>
        </w:tabs>
      </w:pPr>
      <w:r>
        <w:t>Anna-Margarita Nukk</w:t>
      </w:r>
      <w:r w:rsidR="000F353D">
        <w:t xml:space="preserve"> </w:t>
      </w:r>
      <w:r w:rsidR="005C5E75">
        <w:t>–</w:t>
      </w:r>
      <w:r w:rsidR="005C5E75" w:rsidRPr="00CB745C">
        <w:t xml:space="preserve"> </w:t>
      </w:r>
      <w:sdt>
        <w:sdtPr>
          <w:tag w:val="Riigimetsa Majandamise Keskuse "/>
          <w:id w:val="8255525"/>
          <w:placeholder>
            <w:docPart w:val="6B5DAE9E4D9C414F9B03097401FEBA6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4F5443">
            <w:t>elukoha ja RMK kontori  vaheline sõit hüvitatakse</w:t>
          </w:r>
        </w:sdtContent>
      </w:sdt>
      <w:r w:rsidR="005C5E75" w:rsidRPr="00CB745C">
        <w:t xml:space="preserve">;  </w:t>
      </w:r>
    </w:p>
    <w:p w:rsidR="005C5E75" w:rsidRDefault="00C64A96" w:rsidP="00C035FB">
      <w:pPr>
        <w:pStyle w:val="Loendilik"/>
        <w:numPr>
          <w:ilvl w:val="1"/>
          <w:numId w:val="8"/>
        </w:numPr>
      </w:pPr>
      <w:r>
        <w:t>Anne Merivald</w:t>
      </w:r>
      <w:r w:rsidR="000F353D">
        <w:t xml:space="preserve"> </w:t>
      </w:r>
      <w:r w:rsidR="005C5E75">
        <w:t>–</w:t>
      </w:r>
      <w:r w:rsidR="005C5E75" w:rsidRPr="00CB745C">
        <w:t xml:space="preserve"> </w:t>
      </w:r>
      <w:sdt>
        <w:sdtPr>
          <w:tag w:val="Riigimetsa Majandamise Keskuse "/>
          <w:id w:val="-100257815"/>
          <w:placeholder>
            <w:docPart w:val="8551B4A39AED4155AC67980CE838FB8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4F5443">
            <w:t>elukoha ja RMK kontori vaheline sõit hüvitatakse</w:t>
          </w:r>
        </w:sdtContent>
      </w:sdt>
      <w:r w:rsidR="005C5E75" w:rsidRPr="00CB745C">
        <w:t xml:space="preserve">;  </w:t>
      </w:r>
    </w:p>
    <w:p w:rsidR="005C5E75" w:rsidRDefault="00C64A96" w:rsidP="00C035FB">
      <w:pPr>
        <w:pStyle w:val="Loendilik"/>
        <w:numPr>
          <w:ilvl w:val="1"/>
          <w:numId w:val="8"/>
        </w:numPr>
      </w:pPr>
      <w:proofErr w:type="spellStart"/>
      <w:r>
        <w:t>Annely</w:t>
      </w:r>
      <w:proofErr w:type="spellEnd"/>
      <w:r>
        <w:t xml:space="preserve"> </w:t>
      </w:r>
      <w:proofErr w:type="spellStart"/>
      <w:r>
        <w:t>Suuk</w:t>
      </w:r>
      <w:proofErr w:type="spellEnd"/>
      <w:r w:rsidR="005C5E75">
        <w:t>–</w:t>
      </w:r>
      <w:r w:rsidR="005C5E75" w:rsidRPr="00CB745C">
        <w:t xml:space="preserve"> </w:t>
      </w:r>
      <w:sdt>
        <w:sdtPr>
          <w:tag w:val="Riigimetsa Majandamise Keskuse "/>
          <w:id w:val="-1662230939"/>
          <w:placeholder>
            <w:docPart w:val="1A68A94F160F4BA285FE7EDC49101AE2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4F5443">
            <w:t>elukoha ja RMK kontori vaheline sõit hüvitatakse</w:t>
          </w:r>
        </w:sdtContent>
      </w:sdt>
      <w:r w:rsidR="005C5E75" w:rsidRPr="00CB745C">
        <w:t xml:space="preserve">;  </w:t>
      </w:r>
    </w:p>
    <w:p w:rsidR="005C5E75" w:rsidRDefault="00C64A96" w:rsidP="00C035FB">
      <w:pPr>
        <w:pStyle w:val="Loendilik"/>
        <w:numPr>
          <w:ilvl w:val="1"/>
          <w:numId w:val="8"/>
        </w:numPr>
      </w:pPr>
      <w:r>
        <w:t>Anniki Kopli</w:t>
      </w:r>
      <w:r w:rsidR="005C5E75">
        <w:t>–</w:t>
      </w:r>
      <w:sdt>
        <w:sdtPr>
          <w:tag w:val="Riigimetsa Majandamise Keskuse "/>
          <w:id w:val="-1068802852"/>
          <w:placeholder>
            <w:docPart w:val="9E5D5F0D141343F0B68B422C318E259E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C035FB">
            <w:t xml:space="preserve"> </w:t>
          </w:r>
          <w:r w:rsidR="004F5443">
            <w:t>elukoha ja RMK kontori vaheline sõit hüvitatakse</w:t>
          </w:r>
        </w:sdtContent>
      </w:sdt>
      <w:r w:rsidR="005C5E75" w:rsidRPr="00CB745C">
        <w:t xml:space="preserve">;  </w:t>
      </w:r>
    </w:p>
    <w:p w:rsidR="005C5E75" w:rsidRDefault="00C64A96" w:rsidP="00C035FB">
      <w:pPr>
        <w:pStyle w:val="Loendilik"/>
        <w:numPr>
          <w:ilvl w:val="1"/>
          <w:numId w:val="8"/>
        </w:numPr>
      </w:pPr>
      <w:r>
        <w:t>Edda Enniko</w:t>
      </w:r>
      <w:r w:rsidR="000F353D">
        <w:t xml:space="preserve"> </w:t>
      </w:r>
      <w:r w:rsidR="005C5E75">
        <w:t>–</w:t>
      </w:r>
      <w:sdt>
        <w:sdtPr>
          <w:tag w:val="Riigimetsa Majandamise Keskuse "/>
          <w:id w:val="-2070488580"/>
          <w:placeholder>
            <w:docPart w:val="E27B37B6DADC4D6F8CE7788A24D2BC01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C035FB">
            <w:t xml:space="preserve"> </w:t>
          </w:r>
          <w:r w:rsidR="004F5443">
            <w:t>elukoha ja RMK kontori vaheline sõit hüvitatakse</w:t>
          </w:r>
        </w:sdtContent>
      </w:sdt>
      <w:r w:rsidR="005C5E75" w:rsidRPr="00CB745C">
        <w:t xml:space="preserve">;  </w:t>
      </w:r>
    </w:p>
    <w:p w:rsidR="005C5E75" w:rsidRDefault="00C64A96" w:rsidP="00C035FB">
      <w:pPr>
        <w:pStyle w:val="Loendilik"/>
        <w:numPr>
          <w:ilvl w:val="1"/>
          <w:numId w:val="8"/>
        </w:numPr>
      </w:pPr>
      <w:r>
        <w:t>Katrin Markus</w:t>
      </w:r>
      <w:r w:rsidR="005C5E75">
        <w:t>–</w:t>
      </w:r>
      <w:r w:rsidR="005C5E75" w:rsidRPr="00CB745C">
        <w:t xml:space="preserve"> </w:t>
      </w:r>
      <w:sdt>
        <w:sdtPr>
          <w:tag w:val="Riigimetsa Majandamise Keskuse "/>
          <w:id w:val="1341192000"/>
          <w:placeholder>
            <w:docPart w:val="BE7E110CC8EC4037A76BF485E111206C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4F5443">
            <w:t>elukoha ja RMK kontori vaheline sõit hüvitatakse</w:t>
          </w:r>
        </w:sdtContent>
      </w:sdt>
      <w:r w:rsidR="005C5E75" w:rsidRPr="00CB745C">
        <w:t xml:space="preserve">;  </w:t>
      </w:r>
    </w:p>
    <w:p w:rsidR="00533F39" w:rsidRDefault="00C64A96" w:rsidP="00C035FB">
      <w:pPr>
        <w:pStyle w:val="Loendilik"/>
        <w:numPr>
          <w:ilvl w:val="1"/>
          <w:numId w:val="8"/>
        </w:numPr>
      </w:pPr>
      <w:r>
        <w:t xml:space="preserve">Kersti Kadakas </w:t>
      </w:r>
      <w:r w:rsidR="00533F39">
        <w:t>–</w:t>
      </w:r>
      <w:r w:rsidR="00C035FB">
        <w:t xml:space="preserve"> </w:t>
      </w:r>
      <w:sdt>
        <w:sdtPr>
          <w:tag w:val="Riigimetsa Majandamise Keskuse "/>
          <w:id w:val="-127555699"/>
          <w:placeholder>
            <w:docPart w:val="237B931CEC4D4C4192B642230D9C5851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533F39">
            <w:t>elukoha ja RMK kontori vaheline sõit hüvitatakse</w:t>
          </w:r>
        </w:sdtContent>
      </w:sdt>
      <w:r w:rsidR="00533F39" w:rsidRPr="00CB745C">
        <w:t xml:space="preserve">;  </w:t>
      </w:r>
    </w:p>
    <w:p w:rsidR="00533F39" w:rsidRDefault="00C64A96" w:rsidP="00C035FB">
      <w:pPr>
        <w:pStyle w:val="Loendilik"/>
        <w:numPr>
          <w:ilvl w:val="1"/>
          <w:numId w:val="8"/>
        </w:numPr>
      </w:pPr>
      <w:r>
        <w:t xml:space="preserve">Kristi Viljakainen </w:t>
      </w:r>
      <w:r w:rsidR="00533F39">
        <w:t>–</w:t>
      </w:r>
      <w:r w:rsidR="00C035FB">
        <w:t xml:space="preserve"> </w:t>
      </w:r>
      <w:sdt>
        <w:sdtPr>
          <w:tag w:val="Riigimetsa Majandamise Keskuse "/>
          <w:id w:val="-563335660"/>
          <w:placeholder>
            <w:docPart w:val="7F781751E6DC4652B90EF935484E15F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533F39">
            <w:t>elukoha ja RMK kontori vaheline sõit hüvitatakse</w:t>
          </w:r>
        </w:sdtContent>
      </w:sdt>
      <w:r w:rsidR="00533F39" w:rsidRPr="00CB745C">
        <w:t xml:space="preserve">;  </w:t>
      </w:r>
    </w:p>
    <w:p w:rsidR="00533F39" w:rsidRDefault="00C64A96" w:rsidP="00C035FB">
      <w:pPr>
        <w:pStyle w:val="Loendilik"/>
        <w:numPr>
          <w:ilvl w:val="1"/>
          <w:numId w:val="8"/>
        </w:numPr>
      </w:pPr>
      <w:r>
        <w:t>Kristina Varik-Kilm</w:t>
      </w:r>
      <w:r w:rsidR="00533F39">
        <w:t>–</w:t>
      </w:r>
      <w:r w:rsidR="00C035FB">
        <w:t xml:space="preserve"> </w:t>
      </w:r>
      <w:sdt>
        <w:sdtPr>
          <w:tag w:val="Riigimetsa Majandamise Keskuse "/>
          <w:id w:val="1966308322"/>
          <w:placeholder>
            <w:docPart w:val="89F37294EA494598B4FEAD0C2389E0DD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533F39">
            <w:t>elukoha ja RMK kontori vaheline sõit hüvitatakse</w:t>
          </w:r>
        </w:sdtContent>
      </w:sdt>
      <w:r w:rsidR="00533F39" w:rsidRPr="00CB745C">
        <w:t xml:space="preserve">;  </w:t>
      </w:r>
    </w:p>
    <w:p w:rsidR="00533F39" w:rsidRDefault="00C64A96" w:rsidP="00C035FB">
      <w:pPr>
        <w:pStyle w:val="Loendilik"/>
        <w:numPr>
          <w:ilvl w:val="1"/>
          <w:numId w:val="8"/>
        </w:numPr>
      </w:pPr>
      <w:r>
        <w:t xml:space="preserve">Maren Rits </w:t>
      </w:r>
      <w:r w:rsidR="00533F39">
        <w:t>–</w:t>
      </w:r>
      <w:r w:rsidR="00C035FB">
        <w:t xml:space="preserve"> </w:t>
      </w:r>
      <w:sdt>
        <w:sdtPr>
          <w:tag w:val="Riigimetsa Majandamise Keskuse "/>
          <w:id w:val="745528437"/>
          <w:placeholder>
            <w:docPart w:val="278136E95D8E4CFBA3481EEDE41CCDF3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533F39">
            <w:t>elukoha ja RMK kontori vaheline sõit hüvitatakse</w:t>
          </w:r>
        </w:sdtContent>
      </w:sdt>
      <w:r w:rsidR="00533F39" w:rsidRPr="00CB745C">
        <w:t xml:space="preserve">;  </w:t>
      </w:r>
    </w:p>
    <w:p w:rsidR="00533F39" w:rsidRDefault="00C64A96" w:rsidP="00C035FB">
      <w:pPr>
        <w:pStyle w:val="Loendilik"/>
        <w:numPr>
          <w:ilvl w:val="1"/>
          <w:numId w:val="8"/>
        </w:numPr>
      </w:pPr>
      <w:r>
        <w:t xml:space="preserve">Rauno Suni </w:t>
      </w:r>
      <w:sdt>
        <w:sdtPr>
          <w:tag w:val="Riigimetsa Majandamise Keskuse "/>
          <w:id w:val="-1510751922"/>
          <w:placeholder>
            <w:docPart w:val="FCF31473C6F649B29628D6BC1ECE710B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533F39">
            <w:t>elukoha ja RMK kontori vaheline sõit hüvitatakse</w:t>
          </w:r>
        </w:sdtContent>
      </w:sdt>
      <w:r w:rsidR="00533F39" w:rsidRPr="00CB745C">
        <w:t xml:space="preserve">;  </w:t>
      </w:r>
    </w:p>
    <w:p w:rsidR="000F353D" w:rsidRDefault="00C64A96" w:rsidP="00C035FB">
      <w:pPr>
        <w:pStyle w:val="Loendilik"/>
        <w:numPr>
          <w:ilvl w:val="1"/>
          <w:numId w:val="8"/>
        </w:numPr>
      </w:pPr>
      <w:r>
        <w:t>Siiri Viira</w:t>
      </w:r>
      <w:r w:rsidR="000F353D">
        <w:t xml:space="preserve"> </w:t>
      </w:r>
      <w:r w:rsidR="005C5E75">
        <w:t>–</w:t>
      </w:r>
      <w:sdt>
        <w:sdtPr>
          <w:tag w:val="Riigimetsa Majandamise Keskuse "/>
          <w:id w:val="-1143500846"/>
          <w:placeholder>
            <w:docPart w:val="D725764D4ECE4A1EA9DF84D0C7001860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4F5443">
            <w:t>elukoha ja RMK kontori vaheline sõit hüvitatakse</w:t>
          </w:r>
        </w:sdtContent>
      </w:sdt>
      <w:r w:rsidR="005C5E75" w:rsidRPr="00CB745C">
        <w:t xml:space="preserve">;  </w:t>
      </w:r>
    </w:p>
    <w:p w:rsidR="00C64A96" w:rsidRDefault="00C64A96" w:rsidP="00C035FB">
      <w:pPr>
        <w:pStyle w:val="Loendilik"/>
        <w:numPr>
          <w:ilvl w:val="1"/>
          <w:numId w:val="8"/>
        </w:numPr>
      </w:pPr>
      <w:r>
        <w:t>Tiina Jamsja –</w:t>
      </w:r>
      <w:r w:rsidR="00C035FB">
        <w:t xml:space="preserve"> </w:t>
      </w:r>
      <w:sdt>
        <w:sdtPr>
          <w:tag w:val="Riigimetsa Majandamise Keskuse "/>
          <w:id w:val="472639076"/>
          <w:placeholder>
            <w:docPart w:val="7033735AAA884B29A6BE8C3F9EEF620B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</w:p>
    <w:p w:rsidR="00C64A96" w:rsidRDefault="00C64A96" w:rsidP="00C035FB">
      <w:pPr>
        <w:pStyle w:val="Loendilik"/>
        <w:numPr>
          <w:ilvl w:val="1"/>
          <w:numId w:val="8"/>
        </w:numPr>
      </w:pPr>
      <w:r>
        <w:t>Tiina Reintal –</w:t>
      </w:r>
      <w:r w:rsidRPr="00CB745C">
        <w:t xml:space="preserve"> </w:t>
      </w:r>
      <w:sdt>
        <w:sdtPr>
          <w:tag w:val="Riigimetsa Majandamise Keskuse "/>
          <w:id w:val="-1772155479"/>
          <w:placeholder>
            <w:docPart w:val="DE9DF63C59F84964A6B513F50BE151EB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</w:p>
    <w:p w:rsidR="00C64A96" w:rsidRDefault="00C64A96" w:rsidP="00C035FB">
      <w:pPr>
        <w:pStyle w:val="Loendilik"/>
        <w:numPr>
          <w:ilvl w:val="1"/>
          <w:numId w:val="8"/>
        </w:numPr>
        <w:sectPr w:rsidR="00C64A96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>Viive Ruusalep –</w:t>
      </w:r>
      <w:r w:rsidR="00C035FB">
        <w:t xml:space="preserve"> </w:t>
      </w:r>
      <w:sdt>
        <w:sdtPr>
          <w:tag w:val="Riigimetsa Majandamise Keskuse "/>
          <w:id w:val="-72050811"/>
          <w:placeholder>
            <w:docPart w:val="D4FDAF0512134CA1861C9A501279B737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</w:p>
    <w:p w:rsidR="00C42644" w:rsidRDefault="00FD22B2" w:rsidP="00C035FB">
      <w:pPr>
        <w:pStyle w:val="Loendilik"/>
        <w:numPr>
          <w:ilvl w:val="1"/>
          <w:numId w:val="8"/>
        </w:numPr>
      </w:pPr>
      <w:r>
        <w:t xml:space="preserve">Enet </w:t>
      </w:r>
      <w:proofErr w:type="spellStart"/>
      <w:r>
        <w:t>Laaniste</w:t>
      </w:r>
      <w:proofErr w:type="spellEnd"/>
      <w:r>
        <w:t xml:space="preserve"> –</w:t>
      </w:r>
      <w:r w:rsidR="00C035FB">
        <w:t xml:space="preserve"> </w:t>
      </w:r>
      <w:sdt>
        <w:sdtPr>
          <w:tag w:val="Riigimetsa Majandamise Keskuse "/>
          <w:id w:val="402734524"/>
          <w:placeholder>
            <w:docPart w:val="61BD82CAA75A4011BD58AAB3EF9462A5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</w:p>
    <w:p w:rsidR="00C42644" w:rsidRPr="005C5E75" w:rsidRDefault="00C42644" w:rsidP="00C035FB">
      <w:pPr>
        <w:pStyle w:val="Loendilik"/>
        <w:numPr>
          <w:ilvl w:val="1"/>
          <w:numId w:val="8"/>
        </w:numPr>
      </w:pPr>
      <w:r>
        <w:t>Kairi Leemets –</w:t>
      </w:r>
      <w:r w:rsidR="00C035FB">
        <w:t xml:space="preserve"> </w:t>
      </w:r>
      <w:sdt>
        <w:sdtPr>
          <w:tag w:val="Riigimetsa Majandamise Keskuse "/>
          <w:id w:val="1877819950"/>
          <w:placeholder>
            <w:docPart w:val="C90EA0B0D0A840F49D6B8A494601C1CB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</w:p>
    <w:p w:rsidR="00C42644" w:rsidRPr="005C5E75" w:rsidRDefault="00C42644" w:rsidP="00C035FB">
      <w:pPr>
        <w:pStyle w:val="Loendilik"/>
        <w:numPr>
          <w:ilvl w:val="1"/>
          <w:numId w:val="8"/>
        </w:numPr>
      </w:pPr>
      <w:r>
        <w:t>Triinu Uibu –</w:t>
      </w:r>
      <w:r w:rsidR="00C035FB">
        <w:t xml:space="preserve"> </w:t>
      </w:r>
      <w:sdt>
        <w:sdtPr>
          <w:tag w:val="Riigimetsa Majandamise Keskuse "/>
          <w:id w:val="703684573"/>
          <w:placeholder>
            <w:docPart w:val="0975798CD3654477AAD964ABD884F225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</w:p>
    <w:p w:rsidR="00C42644" w:rsidRPr="005C5E75" w:rsidRDefault="00C42644" w:rsidP="00C035FB">
      <w:pPr>
        <w:pStyle w:val="Loendilik"/>
        <w:numPr>
          <w:ilvl w:val="1"/>
          <w:numId w:val="8"/>
        </w:numPr>
      </w:pPr>
      <w:r>
        <w:t>Kertu Orgus –</w:t>
      </w:r>
      <w:r w:rsidR="00C035FB">
        <w:t xml:space="preserve"> </w:t>
      </w:r>
      <w:sdt>
        <w:sdtPr>
          <w:tag w:val="Riigimetsa Majandamise Keskuse "/>
          <w:id w:val="1512635981"/>
          <w:placeholder>
            <w:docPart w:val="14D44378088D4597ACD52DE656E56D40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</w:p>
    <w:p w:rsidR="00C42644" w:rsidRDefault="00C42644" w:rsidP="00C035FB">
      <w:pPr>
        <w:pStyle w:val="Loendilik"/>
        <w:numPr>
          <w:ilvl w:val="1"/>
          <w:numId w:val="8"/>
        </w:numPr>
      </w:pPr>
      <w:r>
        <w:t>Urmas Puhu –</w:t>
      </w:r>
      <w:r w:rsidR="00C035FB">
        <w:t xml:space="preserve"> </w:t>
      </w:r>
      <w:sdt>
        <w:sdtPr>
          <w:tag w:val="Riigimetsa Majandamise Keskuse "/>
          <w:id w:val="-626473848"/>
          <w:placeholder>
            <w:docPart w:val="79F4A9650DF040CDBDE7372D01C8520D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</w:p>
    <w:p w:rsidR="00C53009" w:rsidRDefault="00C53009" w:rsidP="00C035FB">
      <w:pPr>
        <w:pStyle w:val="Loendilik"/>
        <w:numPr>
          <w:ilvl w:val="1"/>
          <w:numId w:val="8"/>
        </w:numPr>
      </w:pPr>
      <w:r>
        <w:t>Tarmo Toomla –</w:t>
      </w:r>
      <w:r w:rsidRPr="00CB745C">
        <w:t xml:space="preserve"> </w:t>
      </w:r>
      <w:sdt>
        <w:sdtPr>
          <w:tag w:val="Riigimetsa Majandamise Keskuse "/>
          <w:id w:val="-1473743984"/>
          <w:placeholder>
            <w:docPart w:val="00DAA2FCA10943CDADB2C0C8FBC14534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Pr="00CB745C">
        <w:t xml:space="preserve">.  </w:t>
      </w:r>
    </w:p>
    <w:p w:rsidR="00AA1B52" w:rsidRDefault="00AA1B52" w:rsidP="00AA1B52">
      <w:pPr>
        <w:pStyle w:val="Loendilik"/>
        <w:ind w:left="426"/>
      </w:pPr>
    </w:p>
    <w:p w:rsidR="00C035FB" w:rsidRDefault="00C035FB" w:rsidP="00C035FB">
      <w:pPr>
        <w:pStyle w:val="Loendilik"/>
        <w:numPr>
          <w:ilvl w:val="0"/>
          <w:numId w:val="6"/>
        </w:numPr>
      </w:pPr>
      <w:r>
        <w:t xml:space="preserve">Töötajale makstava hüvitise suurus (€/km) arvutatakse vastavalt </w:t>
      </w:r>
      <w:r w:rsidRPr="00012C7C">
        <w:t xml:space="preserve">"RMK töösõitude üle arvestuse pidamise ja kulude hüvitamise juhendi" </w:t>
      </w:r>
      <w:r>
        <w:t>lisas 2 toodud metoodikale.</w:t>
      </w:r>
    </w:p>
    <w:p w:rsidR="00C035FB" w:rsidRDefault="00C035FB" w:rsidP="00C035FB"/>
    <w:p w:rsidR="00C035FB" w:rsidRDefault="00C035FB" w:rsidP="00C035FB">
      <w:pPr>
        <w:pStyle w:val="Loendilik"/>
        <w:numPr>
          <w:ilvl w:val="0"/>
          <w:numId w:val="6"/>
        </w:numPr>
        <w:jc w:val="both"/>
      </w:pPr>
      <w:r>
        <w:lastRenderedPageBreak/>
        <w:t xml:space="preserve">T u n </w:t>
      </w:r>
      <w:proofErr w:type="spellStart"/>
      <w:r>
        <w:t>n</w:t>
      </w:r>
      <w:proofErr w:type="spellEnd"/>
      <w:r>
        <w:t xml:space="preserve"> i s t a n  k e h t e t u k s alates 01.06.2022 RMK </w:t>
      </w:r>
      <w:r>
        <w:t xml:space="preserve">Sagadi metsakeskuse juhataja 4.01.2022.a </w:t>
      </w:r>
      <w:r>
        <w:t>käskkirja nr 2-2/</w:t>
      </w:r>
      <w:r>
        <w:t xml:space="preserve">11  </w:t>
      </w:r>
      <w:r>
        <w:t>„Isikliku sõiduauto töösõitudeks kasutamise kulude hüvitamine“.</w:t>
      </w:r>
    </w:p>
    <w:p w:rsidR="00F158E9" w:rsidRDefault="00F158E9" w:rsidP="004F5443"/>
    <w:p w:rsidR="00A16D08" w:rsidRDefault="00A16D08" w:rsidP="004F5443">
      <w:pPr>
        <w:rPr>
          <w:spacing w:val="0"/>
          <w:position w:val="0"/>
        </w:rPr>
      </w:pPr>
      <w:bookmarkStart w:id="1" w:name="Dropdown9"/>
    </w:p>
    <w:p w:rsidR="00F158E9" w:rsidRDefault="00C868A0" w:rsidP="004F5443">
      <w:bookmarkStart w:id="2" w:name="_GoBack"/>
      <w:bookmarkEnd w:id="2"/>
      <w:r>
        <w:rPr>
          <w:spacing w:val="0"/>
          <w:position w:val="0"/>
        </w:rPr>
        <w:t>/allkirjastatud digitaalselt/</w:t>
      </w:r>
      <w:bookmarkEnd w:id="1"/>
    </w:p>
    <w:p w:rsidR="00F158E9" w:rsidRDefault="00F158E9" w:rsidP="004F5443"/>
    <w:p w:rsidR="00F158E9" w:rsidRDefault="00F158E9" w:rsidP="004F5443"/>
    <w:p w:rsidR="00F158E9" w:rsidRDefault="004F5443" w:rsidP="004F5443">
      <w:r>
        <w:t>Helen Luks</w:t>
      </w:r>
    </w:p>
    <w:p w:rsidR="00F158E9" w:rsidRDefault="004F5443" w:rsidP="004F5443">
      <w:r>
        <w:t>Sagadi metsakeskuse juhataja</w:t>
      </w:r>
    </w:p>
    <w:p w:rsidR="00F158E9" w:rsidRDefault="00F158E9" w:rsidP="004F5443"/>
    <w:p w:rsidR="00F158E9" w:rsidRDefault="00F158E9" w:rsidP="004F5443"/>
    <w:p w:rsidR="00F158E9" w:rsidRDefault="00F158E9" w:rsidP="004F5443"/>
    <w:bookmarkStart w:id="3" w:name="Text28"/>
    <w:p w:rsidR="00F158E9" w:rsidRDefault="00D638ED" w:rsidP="004F5443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E0EFA">
        <w:rPr>
          <w:noProof/>
        </w:rPr>
        <w:t xml:space="preserve">Jaotuskava: </w:t>
      </w:r>
      <w:r>
        <w:fldChar w:fldCharType="end"/>
      </w:r>
      <w:bookmarkEnd w:id="3"/>
    </w:p>
    <w:p w:rsidR="00F158E9" w:rsidRDefault="00F158E9" w:rsidP="004F5443"/>
    <w:p w:rsidR="00D638ED" w:rsidRDefault="004F5443" w:rsidP="004F5443">
      <w:r>
        <w:t>Raamatupidamisosakond, transpordispetsialist, käskkirjas nimetatud töötajad</w:t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061" w:rsidRDefault="00D56061">
      <w:r>
        <w:separator/>
      </w:r>
    </w:p>
  </w:endnote>
  <w:endnote w:type="continuationSeparator" w:id="0">
    <w:p w:rsidR="00D56061" w:rsidRDefault="00D5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061" w:rsidRDefault="00D56061">
      <w:r>
        <w:separator/>
      </w:r>
    </w:p>
  </w:footnote>
  <w:footnote w:type="continuationSeparator" w:id="0">
    <w:p w:rsidR="00D56061" w:rsidRDefault="00D56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A16D0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FB2618F"/>
    <w:multiLevelType w:val="multilevel"/>
    <w:tmpl w:val="0148A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1B13055"/>
    <w:multiLevelType w:val="multilevel"/>
    <w:tmpl w:val="0148A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3FC6B89"/>
    <w:multiLevelType w:val="hybridMultilevel"/>
    <w:tmpl w:val="B3FEAC9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5" w15:restartNumberingAfterBreak="0">
    <w:nsid w:val="5C7F3819"/>
    <w:multiLevelType w:val="hybridMultilevel"/>
    <w:tmpl w:val="37506EA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5448A7"/>
    <w:multiLevelType w:val="hybridMultilevel"/>
    <w:tmpl w:val="3D66FA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FB7B24"/>
    <w:multiLevelType w:val="multilevel"/>
    <w:tmpl w:val="85D4A3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963"/>
    <w:rsid w:val="000278C7"/>
    <w:rsid w:val="00074F88"/>
    <w:rsid w:val="00096105"/>
    <w:rsid w:val="000F353D"/>
    <w:rsid w:val="001037AA"/>
    <w:rsid w:val="00192916"/>
    <w:rsid w:val="001A12A0"/>
    <w:rsid w:val="001C563D"/>
    <w:rsid w:val="001F6149"/>
    <w:rsid w:val="00222AEA"/>
    <w:rsid w:val="00256963"/>
    <w:rsid w:val="002A76E4"/>
    <w:rsid w:val="002D18C3"/>
    <w:rsid w:val="00330D03"/>
    <w:rsid w:val="00365C23"/>
    <w:rsid w:val="003671B4"/>
    <w:rsid w:val="00372A93"/>
    <w:rsid w:val="00374546"/>
    <w:rsid w:val="0037522C"/>
    <w:rsid w:val="00375F59"/>
    <w:rsid w:val="003A0A0C"/>
    <w:rsid w:val="003E70C4"/>
    <w:rsid w:val="00423017"/>
    <w:rsid w:val="0045309B"/>
    <w:rsid w:val="004745D7"/>
    <w:rsid w:val="00476B00"/>
    <w:rsid w:val="0047777A"/>
    <w:rsid w:val="00487CD4"/>
    <w:rsid w:val="004C2769"/>
    <w:rsid w:val="004D4185"/>
    <w:rsid w:val="004F5443"/>
    <w:rsid w:val="005216DB"/>
    <w:rsid w:val="00533F39"/>
    <w:rsid w:val="005A0442"/>
    <w:rsid w:val="005B39CA"/>
    <w:rsid w:val="005C5E75"/>
    <w:rsid w:val="005D1D83"/>
    <w:rsid w:val="005F18DA"/>
    <w:rsid w:val="00615945"/>
    <w:rsid w:val="006919FE"/>
    <w:rsid w:val="006A1B56"/>
    <w:rsid w:val="006B0CB3"/>
    <w:rsid w:val="006F5018"/>
    <w:rsid w:val="00710824"/>
    <w:rsid w:val="007423A1"/>
    <w:rsid w:val="007737E3"/>
    <w:rsid w:val="00782487"/>
    <w:rsid w:val="007B30F8"/>
    <w:rsid w:val="007D63C6"/>
    <w:rsid w:val="00844ACD"/>
    <w:rsid w:val="00866A1B"/>
    <w:rsid w:val="008A25B1"/>
    <w:rsid w:val="008D61B5"/>
    <w:rsid w:val="008E0EFA"/>
    <w:rsid w:val="008F5262"/>
    <w:rsid w:val="00912604"/>
    <w:rsid w:val="00941043"/>
    <w:rsid w:val="009D29D0"/>
    <w:rsid w:val="009E24DD"/>
    <w:rsid w:val="009E7BFF"/>
    <w:rsid w:val="009F6FFC"/>
    <w:rsid w:val="00A16D08"/>
    <w:rsid w:val="00AA1B52"/>
    <w:rsid w:val="00B23E37"/>
    <w:rsid w:val="00B409D4"/>
    <w:rsid w:val="00B94A43"/>
    <w:rsid w:val="00C035FB"/>
    <w:rsid w:val="00C05AE4"/>
    <w:rsid w:val="00C07E9A"/>
    <w:rsid w:val="00C42644"/>
    <w:rsid w:val="00C53009"/>
    <w:rsid w:val="00C64A96"/>
    <w:rsid w:val="00C868A0"/>
    <w:rsid w:val="00CB745C"/>
    <w:rsid w:val="00CE0205"/>
    <w:rsid w:val="00D56061"/>
    <w:rsid w:val="00D638ED"/>
    <w:rsid w:val="00D86B50"/>
    <w:rsid w:val="00DA3AA4"/>
    <w:rsid w:val="00DB6979"/>
    <w:rsid w:val="00E14A93"/>
    <w:rsid w:val="00E26932"/>
    <w:rsid w:val="00E60369"/>
    <w:rsid w:val="00E96075"/>
    <w:rsid w:val="00EC795C"/>
    <w:rsid w:val="00EE7ADF"/>
    <w:rsid w:val="00EE7EC8"/>
    <w:rsid w:val="00F066BD"/>
    <w:rsid w:val="00F07F1C"/>
    <w:rsid w:val="00F158E9"/>
    <w:rsid w:val="00F17963"/>
    <w:rsid w:val="00FD22B2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4D137"/>
  <w14:defaultImageDpi w14:val="0"/>
  <w15:docId w15:val="{F0C66AE7-F30D-4FB6-A4BC-A3827A0A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asciiTheme="minorHAnsi" w:eastAsiaTheme="minorEastAsia" w:hAnsiTheme="minorHAnsi" w:cs="Times New Roman"/>
      <w:b/>
      <w:bCs/>
      <w:spacing w:val="2"/>
      <w:position w:val="6"/>
      <w:sz w:val="28"/>
      <w:szCs w:val="28"/>
      <w:lang w:val="x-none" w:eastAsia="en-US"/>
    </w:rPr>
  </w:style>
  <w:style w:type="paragraph" w:styleId="Pis">
    <w:name w:val="header"/>
    <w:basedOn w:val="Normaallaad"/>
    <w:link w:val="PisMrk"/>
    <w:uiPriority w:val="99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styleId="Pealdis">
    <w:name w:val="caption"/>
    <w:basedOn w:val="Normaallaad"/>
    <w:next w:val="Normaallaad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34"/>
    <w:qFormat/>
    <w:rsid w:val="008E0E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278C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278C7"/>
    <w:rPr>
      <w:rFonts w:ascii="Tahoma" w:hAnsi="Tahoma" w:cs="Tahoma"/>
      <w:spacing w:val="2"/>
      <w:position w:val="6"/>
      <w:sz w:val="16"/>
      <w:szCs w:val="16"/>
      <w:lang w:val="x-none" w:eastAsia="en-US"/>
    </w:rPr>
  </w:style>
  <w:style w:type="paragraph" w:styleId="Normaallaadveeb">
    <w:name w:val="Normal (Web)"/>
    <w:basedOn w:val="Normaallaad"/>
    <w:rsid w:val="00DB6979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hatitetekst">
    <w:name w:val="Placeholder Text"/>
    <w:basedOn w:val="Liguvaikefont"/>
    <w:uiPriority w:val="99"/>
    <w:semiHidden/>
    <w:rsid w:val="00AA1B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62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.merivald\Downloads\kaskki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3579E4F84C4BACBBB12FB2A48F01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F9342F-990C-4EF6-80FE-B9988ECEC1D6}"/>
      </w:docPartPr>
      <w:docPartBody>
        <w:p w:rsidR="00085074" w:rsidRDefault="00865686">
          <w:pPr>
            <w:pStyle w:val="293579E4F84C4BACBBB12FB2A48F0153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B5DAE9E4D9C414F9B03097401FEBA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59F522-6EED-4DD2-ABE1-FD29C0BAF964}"/>
      </w:docPartPr>
      <w:docPartBody>
        <w:p w:rsidR="00085074" w:rsidRDefault="00865686">
          <w:pPr>
            <w:pStyle w:val="6B5DAE9E4D9C414F9B03097401FEBA68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8551B4A39AED4155AC67980CE838FB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61E67EE-A890-4549-A538-03DA5DD90D8A}"/>
      </w:docPartPr>
      <w:docPartBody>
        <w:p w:rsidR="00085074" w:rsidRDefault="00865686">
          <w:pPr>
            <w:pStyle w:val="8551B4A39AED4155AC67980CE838FB88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1A68A94F160F4BA285FE7EDC49101A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6E03682-B4C3-4D7C-A8FC-58DEB7E6325A}"/>
      </w:docPartPr>
      <w:docPartBody>
        <w:p w:rsidR="00085074" w:rsidRDefault="00865686">
          <w:pPr>
            <w:pStyle w:val="1A68A94F160F4BA285FE7EDC49101AE2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9E5D5F0D141343F0B68B422C318E25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672A93-0100-44EE-A4B7-EF42C5BD0CD4}"/>
      </w:docPartPr>
      <w:docPartBody>
        <w:p w:rsidR="00085074" w:rsidRDefault="00865686">
          <w:pPr>
            <w:pStyle w:val="9E5D5F0D141343F0B68B422C318E259E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E27B37B6DADC4D6F8CE7788A24D2BC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C4C803-FEAE-4A4A-BCAD-6E9F6AC1292A}"/>
      </w:docPartPr>
      <w:docPartBody>
        <w:p w:rsidR="00085074" w:rsidRDefault="00865686">
          <w:pPr>
            <w:pStyle w:val="E27B37B6DADC4D6F8CE7788A24D2BC01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BE7E110CC8EC4037A76BF485E11120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52B5D9-231A-4F6F-9342-5DD3206A9183}"/>
      </w:docPartPr>
      <w:docPartBody>
        <w:p w:rsidR="00085074" w:rsidRDefault="00865686">
          <w:pPr>
            <w:pStyle w:val="BE7E110CC8EC4037A76BF485E111206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D725764D4ECE4A1EA9DF84D0C70018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30B0CB-40ED-4183-AB59-2456CC76C7C2}"/>
      </w:docPartPr>
      <w:docPartBody>
        <w:p w:rsidR="00085074" w:rsidRDefault="00865686">
          <w:pPr>
            <w:pStyle w:val="D725764D4ECE4A1EA9DF84D0C7001860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37B931CEC4D4C4192B642230D9C58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0C01EC-0814-495E-AB55-C1BD9A286937}"/>
      </w:docPartPr>
      <w:docPartBody>
        <w:p w:rsidR="00085074" w:rsidRDefault="00933BDC" w:rsidP="00933BDC">
          <w:pPr>
            <w:pStyle w:val="237B931CEC4D4C4192B642230D9C5851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F781751E6DC4652B90EF935484E15F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7F91CFE-F347-4300-B2F2-A6C74DF6BCA0}"/>
      </w:docPartPr>
      <w:docPartBody>
        <w:p w:rsidR="00085074" w:rsidRDefault="00933BDC" w:rsidP="00933BDC">
          <w:pPr>
            <w:pStyle w:val="7F781751E6DC4652B90EF935484E15F8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89F37294EA494598B4FEAD0C2389E0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ABE043-9C24-4E17-ABAC-F718EFBA7308}"/>
      </w:docPartPr>
      <w:docPartBody>
        <w:p w:rsidR="00085074" w:rsidRDefault="00933BDC" w:rsidP="00933BDC">
          <w:pPr>
            <w:pStyle w:val="89F37294EA494598B4FEAD0C2389E0DD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78136E95D8E4CFBA3481EEDE41CCD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179031-75ED-4518-8132-49CC070811A0}"/>
      </w:docPartPr>
      <w:docPartBody>
        <w:p w:rsidR="00085074" w:rsidRDefault="00933BDC" w:rsidP="00933BDC">
          <w:pPr>
            <w:pStyle w:val="278136E95D8E4CFBA3481EEDE41CCDF3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CF31473C6F649B29628D6BC1ECE71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AEF2D7-5887-43E3-9AFD-C16F520FE95B}"/>
      </w:docPartPr>
      <w:docPartBody>
        <w:p w:rsidR="00085074" w:rsidRDefault="00933BDC" w:rsidP="00933BDC">
          <w:pPr>
            <w:pStyle w:val="FCF31473C6F649B29628D6BC1ECE710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033735AAA884B29A6BE8C3F9EEF62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CD2C2C6-C258-4BB7-9AE4-AF920F2DD76B}"/>
      </w:docPartPr>
      <w:docPartBody>
        <w:p w:rsidR="00085074" w:rsidRDefault="00933BDC" w:rsidP="00933BDC">
          <w:pPr>
            <w:pStyle w:val="7033735AAA884B29A6BE8C3F9EEF620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DE9DF63C59F84964A6B513F50BE151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E3EC41-C762-4647-81A2-D9F6EA42851A}"/>
      </w:docPartPr>
      <w:docPartBody>
        <w:p w:rsidR="00085074" w:rsidRDefault="00933BDC" w:rsidP="00933BDC">
          <w:pPr>
            <w:pStyle w:val="DE9DF63C59F84964A6B513F50BE151E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D4FDAF0512134CA1861C9A501279B7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065C44-75CC-44CA-972A-31A54769616C}"/>
      </w:docPartPr>
      <w:docPartBody>
        <w:p w:rsidR="00085074" w:rsidRDefault="00933BDC" w:rsidP="00933BDC">
          <w:pPr>
            <w:pStyle w:val="D4FDAF0512134CA1861C9A501279B737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00DAA2FCA10943CDADB2C0C8FBC145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8538B-3C5D-4EA0-B65A-725A3EC3C616}"/>
      </w:docPartPr>
      <w:docPartBody>
        <w:p w:rsidR="00CF58E8" w:rsidRDefault="00525D80" w:rsidP="00525D80">
          <w:pPr>
            <w:pStyle w:val="00DAA2FCA10943CDADB2C0C8FBC1453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1BD82CAA75A4011BD58AAB3EF9462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9BBD9A-0AFA-4A48-9B22-E82B94DD4428}"/>
      </w:docPartPr>
      <w:docPartBody>
        <w:p w:rsidR="00CF58E8" w:rsidRDefault="00525D80" w:rsidP="00525D80">
          <w:pPr>
            <w:pStyle w:val="61BD82CAA75A4011BD58AAB3EF9462A5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C90EA0B0D0A840F49D6B8A494601C1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F049891-5D98-4CA0-BD70-733B44EBFEBF}"/>
      </w:docPartPr>
      <w:docPartBody>
        <w:p w:rsidR="00321463" w:rsidRDefault="00747093" w:rsidP="00747093">
          <w:pPr>
            <w:pStyle w:val="C90EA0B0D0A840F49D6B8A494601C1C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0975798CD3654477AAD964ABD884F2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8725A5D-098C-44E7-B514-89B302D4C499}"/>
      </w:docPartPr>
      <w:docPartBody>
        <w:p w:rsidR="00321463" w:rsidRDefault="00747093" w:rsidP="00747093">
          <w:pPr>
            <w:pStyle w:val="0975798CD3654477AAD964ABD884F225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14D44378088D4597ACD52DE656E56D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522271-EEDB-406B-A343-8955036A448C}"/>
      </w:docPartPr>
      <w:docPartBody>
        <w:p w:rsidR="00321463" w:rsidRDefault="00747093" w:rsidP="00747093">
          <w:pPr>
            <w:pStyle w:val="14D44378088D4597ACD52DE656E56D40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9F4A9650DF040CDBDE7372D01C852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722F70-B95F-4E6C-BFCA-879102263DAB}"/>
      </w:docPartPr>
      <w:docPartBody>
        <w:p w:rsidR="00321463" w:rsidRDefault="00747093" w:rsidP="00747093">
          <w:pPr>
            <w:pStyle w:val="79F4A9650DF040CDBDE7372D01C8520D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FA9A56F467243AE90F0AA5A1DCD26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975A6B-2CFF-4BAF-A8BA-F27DD5DED7B0}"/>
      </w:docPartPr>
      <w:docPartBody>
        <w:p w:rsidR="00000000" w:rsidRDefault="00321463" w:rsidP="00321463">
          <w:pPr>
            <w:pStyle w:val="4FA9A56F467243AE90F0AA5A1DCD26C5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F28CCA230EE94D859FF1F32AFE755E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42F26F-A2FB-4F53-8C80-04CBD0267CD1}"/>
      </w:docPartPr>
      <w:docPartBody>
        <w:p w:rsidR="00000000" w:rsidRDefault="00321463" w:rsidP="00321463">
          <w:pPr>
            <w:pStyle w:val="F28CCA230EE94D859FF1F32AFE755E8E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DC"/>
    <w:rsid w:val="00085074"/>
    <w:rsid w:val="00321463"/>
    <w:rsid w:val="004719FB"/>
    <w:rsid w:val="00525D80"/>
    <w:rsid w:val="00614357"/>
    <w:rsid w:val="006D629E"/>
    <w:rsid w:val="00747093"/>
    <w:rsid w:val="00865686"/>
    <w:rsid w:val="00925822"/>
    <w:rsid w:val="00933BDC"/>
    <w:rsid w:val="00B10ECD"/>
    <w:rsid w:val="00B46FA9"/>
    <w:rsid w:val="00CF58E8"/>
    <w:rsid w:val="00D4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21463"/>
    <w:rPr>
      <w:color w:val="808080"/>
    </w:rPr>
  </w:style>
  <w:style w:type="paragraph" w:customStyle="1" w:styleId="EDFA2E7FE9A94CD19EF420A79E51F791">
    <w:name w:val="EDFA2E7FE9A94CD19EF420A79E51F791"/>
  </w:style>
  <w:style w:type="paragraph" w:customStyle="1" w:styleId="7A99EE5D857946549B0410DB5F3D8144">
    <w:name w:val="7A99EE5D857946549B0410DB5F3D8144"/>
  </w:style>
  <w:style w:type="paragraph" w:customStyle="1" w:styleId="A993D719C4D24E94B917F2583A1E9FE3">
    <w:name w:val="A993D719C4D24E94B917F2583A1E9FE3"/>
  </w:style>
  <w:style w:type="paragraph" w:customStyle="1" w:styleId="293579E4F84C4BACBBB12FB2A48F0153">
    <w:name w:val="293579E4F84C4BACBBB12FB2A48F0153"/>
  </w:style>
  <w:style w:type="paragraph" w:customStyle="1" w:styleId="7A1616D974CD48029B1E7553DEC6B65C">
    <w:name w:val="7A1616D974CD48029B1E7553DEC6B65C"/>
  </w:style>
  <w:style w:type="paragraph" w:customStyle="1" w:styleId="6B5DAE9E4D9C414F9B03097401FEBA68">
    <w:name w:val="6B5DAE9E4D9C414F9B03097401FEBA68"/>
  </w:style>
  <w:style w:type="paragraph" w:customStyle="1" w:styleId="7843C3C6096E44F8B63068912E1DBFE8">
    <w:name w:val="7843C3C6096E44F8B63068912E1DBFE8"/>
  </w:style>
  <w:style w:type="paragraph" w:customStyle="1" w:styleId="8551B4A39AED4155AC67980CE838FB88">
    <w:name w:val="8551B4A39AED4155AC67980CE838FB88"/>
  </w:style>
  <w:style w:type="paragraph" w:customStyle="1" w:styleId="5544D1599E154FFC98824023CDF64680">
    <w:name w:val="5544D1599E154FFC98824023CDF64680"/>
  </w:style>
  <w:style w:type="paragraph" w:customStyle="1" w:styleId="1A68A94F160F4BA285FE7EDC49101AE2">
    <w:name w:val="1A68A94F160F4BA285FE7EDC49101AE2"/>
  </w:style>
  <w:style w:type="paragraph" w:customStyle="1" w:styleId="8F4E09F415054A0ABB5FA8208ADBDDB1">
    <w:name w:val="8F4E09F415054A0ABB5FA8208ADBDDB1"/>
  </w:style>
  <w:style w:type="paragraph" w:customStyle="1" w:styleId="9E5D5F0D141343F0B68B422C318E259E">
    <w:name w:val="9E5D5F0D141343F0B68B422C318E259E"/>
  </w:style>
  <w:style w:type="paragraph" w:customStyle="1" w:styleId="0D1CC2D88FEB44729FD755A2A9AF83D5">
    <w:name w:val="0D1CC2D88FEB44729FD755A2A9AF83D5"/>
  </w:style>
  <w:style w:type="paragraph" w:customStyle="1" w:styleId="E27B37B6DADC4D6F8CE7788A24D2BC01">
    <w:name w:val="E27B37B6DADC4D6F8CE7788A24D2BC01"/>
  </w:style>
  <w:style w:type="paragraph" w:customStyle="1" w:styleId="C03B3F6525A542EDA7F096D6FC9F6B50">
    <w:name w:val="C03B3F6525A542EDA7F096D6FC9F6B50"/>
  </w:style>
  <w:style w:type="paragraph" w:customStyle="1" w:styleId="5C8D7ED587D94AE3B5B804B3991A1C80">
    <w:name w:val="5C8D7ED587D94AE3B5B804B3991A1C80"/>
  </w:style>
  <w:style w:type="paragraph" w:customStyle="1" w:styleId="08B7187407AA41A2ACFE42854437B572">
    <w:name w:val="08B7187407AA41A2ACFE42854437B572"/>
  </w:style>
  <w:style w:type="paragraph" w:customStyle="1" w:styleId="BE7E110CC8EC4037A76BF485E111206C">
    <w:name w:val="BE7E110CC8EC4037A76BF485E111206C"/>
  </w:style>
  <w:style w:type="paragraph" w:customStyle="1" w:styleId="7627F2C4F8D44E48ABE54C651F1535DA">
    <w:name w:val="7627F2C4F8D44E48ABE54C651F1535DA"/>
  </w:style>
  <w:style w:type="paragraph" w:customStyle="1" w:styleId="D725764D4ECE4A1EA9DF84D0C7001860">
    <w:name w:val="D725764D4ECE4A1EA9DF84D0C7001860"/>
  </w:style>
  <w:style w:type="paragraph" w:customStyle="1" w:styleId="60EE1BFC8A5C4C7C9F5F3BF493AD4DEC">
    <w:name w:val="60EE1BFC8A5C4C7C9F5F3BF493AD4DEC"/>
  </w:style>
  <w:style w:type="paragraph" w:customStyle="1" w:styleId="5286682AD37A42DCBFA84469CF6A1926">
    <w:name w:val="5286682AD37A42DCBFA84469CF6A1926"/>
  </w:style>
  <w:style w:type="paragraph" w:customStyle="1" w:styleId="480CE3853B324C40801BA7B5C3746E54">
    <w:name w:val="480CE3853B324C40801BA7B5C3746E54"/>
    <w:rsid w:val="00933BDC"/>
  </w:style>
  <w:style w:type="paragraph" w:customStyle="1" w:styleId="237B931CEC4D4C4192B642230D9C5851">
    <w:name w:val="237B931CEC4D4C4192B642230D9C5851"/>
    <w:rsid w:val="00933BDC"/>
  </w:style>
  <w:style w:type="paragraph" w:customStyle="1" w:styleId="698D56ED05814C438E1946F8F978A5D8">
    <w:name w:val="698D56ED05814C438E1946F8F978A5D8"/>
    <w:rsid w:val="00933BDC"/>
  </w:style>
  <w:style w:type="paragraph" w:customStyle="1" w:styleId="7F781751E6DC4652B90EF935484E15F8">
    <w:name w:val="7F781751E6DC4652B90EF935484E15F8"/>
    <w:rsid w:val="00933BDC"/>
  </w:style>
  <w:style w:type="paragraph" w:customStyle="1" w:styleId="215533923F824619BAC8ECAA122BD19F">
    <w:name w:val="215533923F824619BAC8ECAA122BD19F"/>
    <w:rsid w:val="00933BDC"/>
  </w:style>
  <w:style w:type="paragraph" w:customStyle="1" w:styleId="89F37294EA494598B4FEAD0C2389E0DD">
    <w:name w:val="89F37294EA494598B4FEAD0C2389E0DD"/>
    <w:rsid w:val="00933BDC"/>
  </w:style>
  <w:style w:type="paragraph" w:customStyle="1" w:styleId="8165A8ED30A94E0E9BAA8576A9B4B8BC">
    <w:name w:val="8165A8ED30A94E0E9BAA8576A9B4B8BC"/>
    <w:rsid w:val="00933BDC"/>
  </w:style>
  <w:style w:type="paragraph" w:customStyle="1" w:styleId="720A4251F7FF44F6870E58B24EF8F661">
    <w:name w:val="720A4251F7FF44F6870E58B24EF8F661"/>
    <w:rsid w:val="00933BDC"/>
  </w:style>
  <w:style w:type="paragraph" w:customStyle="1" w:styleId="D76369B4BE0340668BC712074DAAD0B9">
    <w:name w:val="D76369B4BE0340668BC712074DAAD0B9"/>
    <w:rsid w:val="00933BDC"/>
  </w:style>
  <w:style w:type="paragraph" w:customStyle="1" w:styleId="DE17512109A148C69B2AF07335C5902C">
    <w:name w:val="DE17512109A148C69B2AF07335C5902C"/>
    <w:rsid w:val="00933BDC"/>
  </w:style>
  <w:style w:type="paragraph" w:customStyle="1" w:styleId="082DE94100D74F019088228DD1DEB8BA">
    <w:name w:val="082DE94100D74F019088228DD1DEB8BA"/>
    <w:rsid w:val="00933BDC"/>
  </w:style>
  <w:style w:type="paragraph" w:customStyle="1" w:styleId="B62FD5023E1D4AD1B7E6A6CB107AD9AF">
    <w:name w:val="B62FD5023E1D4AD1B7E6A6CB107AD9AF"/>
    <w:rsid w:val="00933BDC"/>
  </w:style>
  <w:style w:type="paragraph" w:customStyle="1" w:styleId="120E8F63668A4A3AB081AFD7AE44D73C">
    <w:name w:val="120E8F63668A4A3AB081AFD7AE44D73C"/>
    <w:rsid w:val="00933BDC"/>
  </w:style>
  <w:style w:type="paragraph" w:customStyle="1" w:styleId="278136E95D8E4CFBA3481EEDE41CCDF3">
    <w:name w:val="278136E95D8E4CFBA3481EEDE41CCDF3"/>
    <w:rsid w:val="00933BDC"/>
  </w:style>
  <w:style w:type="paragraph" w:customStyle="1" w:styleId="98A8C795A3C649DCA8C0C79D589277AB">
    <w:name w:val="98A8C795A3C649DCA8C0C79D589277AB"/>
    <w:rsid w:val="00933BDC"/>
  </w:style>
  <w:style w:type="paragraph" w:customStyle="1" w:styleId="FCF31473C6F649B29628D6BC1ECE710B">
    <w:name w:val="FCF31473C6F649B29628D6BC1ECE710B"/>
    <w:rsid w:val="00933BDC"/>
  </w:style>
  <w:style w:type="paragraph" w:customStyle="1" w:styleId="F560C863F9A04556AF7E0FFE2CCA8968">
    <w:name w:val="F560C863F9A04556AF7E0FFE2CCA8968"/>
    <w:rsid w:val="00933BDC"/>
  </w:style>
  <w:style w:type="paragraph" w:customStyle="1" w:styleId="015A43DBEF014137883A771BBD54A56D">
    <w:name w:val="015A43DBEF014137883A771BBD54A56D"/>
    <w:rsid w:val="00933BDC"/>
  </w:style>
  <w:style w:type="paragraph" w:customStyle="1" w:styleId="6AE93119380D492788697FDC229F68C9">
    <w:name w:val="6AE93119380D492788697FDC229F68C9"/>
    <w:rsid w:val="00933BDC"/>
  </w:style>
  <w:style w:type="paragraph" w:customStyle="1" w:styleId="7033735AAA884B29A6BE8C3F9EEF620B">
    <w:name w:val="7033735AAA884B29A6BE8C3F9EEF620B"/>
    <w:rsid w:val="00933BDC"/>
  </w:style>
  <w:style w:type="paragraph" w:customStyle="1" w:styleId="8E6409197F0D46CAA84641FC6A23A58F">
    <w:name w:val="8E6409197F0D46CAA84641FC6A23A58F"/>
    <w:rsid w:val="00933BDC"/>
  </w:style>
  <w:style w:type="paragraph" w:customStyle="1" w:styleId="DE9DF63C59F84964A6B513F50BE151EB">
    <w:name w:val="DE9DF63C59F84964A6B513F50BE151EB"/>
    <w:rsid w:val="00933BDC"/>
  </w:style>
  <w:style w:type="paragraph" w:customStyle="1" w:styleId="0A593274879C4E95815BAC333DC46F22">
    <w:name w:val="0A593274879C4E95815BAC333DC46F22"/>
    <w:rsid w:val="00933BDC"/>
  </w:style>
  <w:style w:type="paragraph" w:customStyle="1" w:styleId="D4FDAF0512134CA1861C9A501279B737">
    <w:name w:val="D4FDAF0512134CA1861C9A501279B737"/>
    <w:rsid w:val="00933BDC"/>
  </w:style>
  <w:style w:type="paragraph" w:customStyle="1" w:styleId="4A31F3EB553841568EB59E77175D0C20">
    <w:name w:val="4A31F3EB553841568EB59E77175D0C20"/>
    <w:rsid w:val="00933BDC"/>
  </w:style>
  <w:style w:type="paragraph" w:customStyle="1" w:styleId="C38E30C56F024FB98A2CA47041A70E55">
    <w:name w:val="C38E30C56F024FB98A2CA47041A70E55"/>
    <w:rsid w:val="00933BDC"/>
  </w:style>
  <w:style w:type="paragraph" w:customStyle="1" w:styleId="5AA896EFBA784759823BFA028A38C3BA">
    <w:name w:val="5AA896EFBA784759823BFA028A38C3BA"/>
    <w:rsid w:val="00525D80"/>
  </w:style>
  <w:style w:type="paragraph" w:customStyle="1" w:styleId="D0405B5AF8A9458BBC3B05BA02883423">
    <w:name w:val="D0405B5AF8A9458BBC3B05BA02883423"/>
    <w:rsid w:val="00525D80"/>
  </w:style>
  <w:style w:type="paragraph" w:customStyle="1" w:styleId="C569A692C46341E39B25BEEAEC6AAD41">
    <w:name w:val="C569A692C46341E39B25BEEAEC6AAD41"/>
    <w:rsid w:val="00525D80"/>
  </w:style>
  <w:style w:type="paragraph" w:customStyle="1" w:styleId="8D6FFB58291F4136ACABAD341AB2405A">
    <w:name w:val="8D6FFB58291F4136ACABAD341AB2405A"/>
    <w:rsid w:val="00525D80"/>
  </w:style>
  <w:style w:type="paragraph" w:customStyle="1" w:styleId="46D367316DA747478B7B2BD49843A726">
    <w:name w:val="46D367316DA747478B7B2BD49843A726"/>
    <w:rsid w:val="00525D80"/>
  </w:style>
  <w:style w:type="paragraph" w:customStyle="1" w:styleId="F2626257F4B2428C84ED0F3FD51F8053">
    <w:name w:val="F2626257F4B2428C84ED0F3FD51F8053"/>
    <w:rsid w:val="00525D80"/>
  </w:style>
  <w:style w:type="paragraph" w:customStyle="1" w:styleId="D134D01F71C647209980A7182A00EAA8">
    <w:name w:val="D134D01F71C647209980A7182A00EAA8"/>
    <w:rsid w:val="00525D80"/>
  </w:style>
  <w:style w:type="paragraph" w:customStyle="1" w:styleId="04BD19B56ED242CD95FE01D456F0D16C">
    <w:name w:val="04BD19B56ED242CD95FE01D456F0D16C"/>
    <w:rsid w:val="00525D80"/>
  </w:style>
  <w:style w:type="paragraph" w:customStyle="1" w:styleId="1DEB696EBA3E4C4B9525EED6F1DA1EBC">
    <w:name w:val="1DEB696EBA3E4C4B9525EED6F1DA1EBC"/>
    <w:rsid w:val="00525D80"/>
  </w:style>
  <w:style w:type="paragraph" w:customStyle="1" w:styleId="8607FD0C5915419E8B362B5BA4C37686">
    <w:name w:val="8607FD0C5915419E8B362B5BA4C37686"/>
    <w:rsid w:val="00525D80"/>
  </w:style>
  <w:style w:type="paragraph" w:customStyle="1" w:styleId="00DAA2FCA10943CDADB2C0C8FBC14534">
    <w:name w:val="00DAA2FCA10943CDADB2C0C8FBC14534"/>
    <w:rsid w:val="00525D80"/>
  </w:style>
  <w:style w:type="paragraph" w:customStyle="1" w:styleId="8B0A9552D7234B6FBBEC462F799CC400">
    <w:name w:val="8B0A9552D7234B6FBBEC462F799CC400"/>
    <w:rsid w:val="00525D80"/>
  </w:style>
  <w:style w:type="paragraph" w:customStyle="1" w:styleId="61BD82CAA75A4011BD58AAB3EF9462A5">
    <w:name w:val="61BD82CAA75A4011BD58AAB3EF9462A5"/>
    <w:rsid w:val="00525D80"/>
  </w:style>
  <w:style w:type="paragraph" w:customStyle="1" w:styleId="C6F0AA6FCF3249F384D175B358C70009">
    <w:name w:val="C6F0AA6FCF3249F384D175B358C70009"/>
    <w:rsid w:val="00747093"/>
  </w:style>
  <w:style w:type="paragraph" w:customStyle="1" w:styleId="C90EA0B0D0A840F49D6B8A494601C1CB">
    <w:name w:val="C90EA0B0D0A840F49D6B8A494601C1CB"/>
    <w:rsid w:val="00747093"/>
  </w:style>
  <w:style w:type="paragraph" w:customStyle="1" w:styleId="52BE5940312248158F91CBEE943BBCF9">
    <w:name w:val="52BE5940312248158F91CBEE943BBCF9"/>
    <w:rsid w:val="00747093"/>
  </w:style>
  <w:style w:type="paragraph" w:customStyle="1" w:styleId="0975798CD3654477AAD964ABD884F225">
    <w:name w:val="0975798CD3654477AAD964ABD884F225"/>
    <w:rsid w:val="00747093"/>
  </w:style>
  <w:style w:type="paragraph" w:customStyle="1" w:styleId="27AD3388F9784675A2200E42E4150528">
    <w:name w:val="27AD3388F9784675A2200E42E4150528"/>
    <w:rsid w:val="00747093"/>
  </w:style>
  <w:style w:type="paragraph" w:customStyle="1" w:styleId="14D44378088D4597ACD52DE656E56D40">
    <w:name w:val="14D44378088D4597ACD52DE656E56D40"/>
    <w:rsid w:val="00747093"/>
  </w:style>
  <w:style w:type="paragraph" w:customStyle="1" w:styleId="1B09E83203014C31894FD060BBA1018B">
    <w:name w:val="1B09E83203014C31894FD060BBA1018B"/>
    <w:rsid w:val="00747093"/>
  </w:style>
  <w:style w:type="paragraph" w:customStyle="1" w:styleId="79F4A9650DF040CDBDE7372D01C8520D">
    <w:name w:val="79F4A9650DF040CDBDE7372D01C8520D"/>
    <w:rsid w:val="00747093"/>
  </w:style>
  <w:style w:type="paragraph" w:customStyle="1" w:styleId="4FA9A56F467243AE90F0AA5A1DCD26C5">
    <w:name w:val="4FA9A56F467243AE90F0AA5A1DCD26C5"/>
    <w:rsid w:val="00321463"/>
  </w:style>
  <w:style w:type="paragraph" w:customStyle="1" w:styleId="F28CCA230EE94D859FF1F32AFE755E8E">
    <w:name w:val="F28CCA230EE94D859FF1F32AFE755E8E"/>
    <w:rsid w:val="00321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kaskkiri.dotx</Template>
  <TotalTime>92</TotalTime>
  <Pages>2</Pages>
  <Words>388</Words>
  <Characters>2254</Characters>
  <Application>Microsoft Office Word</Application>
  <DocSecurity>0</DocSecurity>
  <Lines>18</Lines>
  <Paragraphs>5</Paragraphs>
  <ScaleCrop>false</ScaleCrop>
  <HeadingPairs>
    <vt:vector size="8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Tiitel</vt:lpstr>
      </vt:variant>
      <vt:variant>
        <vt:i4>1</vt:i4>
      </vt:variant>
    </vt:vector>
  </HeadingPairs>
  <TitlesOfParts>
    <vt:vector size="5" baseType="lpstr">
      <vt:lpstr/>
      <vt:lpstr/>
      <vt:lpstr>Isikliku sõiduauto töösõitudeks</vt:lpstr>
      <vt:lpstr>kasutamise kulude hüvitamine</vt:lpstr>
      <vt:lpstr/>
    </vt:vector>
  </TitlesOfParts>
  <Company>DF Ltd., Parnu mnt 154, 11317 Tallinn, Estonia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Anne Merivald</dc:creator>
  <dc:description>Ver 2.0, 01.2013</dc:description>
  <cp:lastModifiedBy>Anne Merivald</cp:lastModifiedBy>
  <cp:revision>22</cp:revision>
  <cp:lastPrinted>2020-01-29T14:34:00Z</cp:lastPrinted>
  <dcterms:created xsi:type="dcterms:W3CDTF">2020-01-22T08:31:00Z</dcterms:created>
  <dcterms:modified xsi:type="dcterms:W3CDTF">2022-06-03T07:01:00Z</dcterms:modified>
</cp:coreProperties>
</file>